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70" w:rsidRPr="00FB38AD" w:rsidRDefault="00FB38AD">
      <w:pPr>
        <w:jc w:val="center"/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 xml:space="preserve">Riigimetsa Majandamise </w:t>
      </w:r>
      <w:proofErr w:type="spellStart"/>
      <w:r w:rsidRPr="00FB38AD">
        <w:rPr>
          <w:rFonts w:ascii="Times New Roman" w:hAnsi="Times New Roman"/>
          <w:sz w:val="24"/>
          <w:szCs w:val="24"/>
        </w:rPr>
        <w:t>Keskus´ele</w:t>
      </w:r>
      <w:proofErr w:type="spellEnd"/>
    </w:p>
    <w:p w:rsidR="00316370" w:rsidRPr="00FB38AD" w:rsidRDefault="00316370">
      <w:pPr>
        <w:jc w:val="center"/>
        <w:rPr>
          <w:rFonts w:ascii="Times New Roman" w:hAnsi="Times New Roman"/>
          <w:sz w:val="24"/>
          <w:szCs w:val="24"/>
        </w:rPr>
      </w:pPr>
    </w:p>
    <w:p w:rsidR="00316370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>Järvselja Õppe- ja Katsemetskond</w:t>
      </w:r>
    </w:p>
    <w:p w:rsidR="00316370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>Tanel Piir</w:t>
      </w:r>
    </w:p>
    <w:p w:rsidR="00316370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>Juhatuse liige</w:t>
      </w:r>
    </w:p>
    <w:p w:rsidR="00FB38AD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38AD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38AD" w:rsidRPr="00FB38AD" w:rsidRDefault="00FB38AD" w:rsidP="00FB38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16370" w:rsidRPr="00FB38AD" w:rsidRDefault="005C7215" w:rsidP="00FB38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8AD">
        <w:rPr>
          <w:rFonts w:ascii="Times New Roman" w:hAnsi="Times New Roman"/>
          <w:sz w:val="28"/>
          <w:szCs w:val="28"/>
        </w:rPr>
        <w:t>Avaldus</w:t>
      </w:r>
    </w:p>
    <w:p w:rsidR="00FB38AD" w:rsidRPr="00FB38AD" w:rsidRDefault="00FB38AD" w:rsidP="00FB38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6370" w:rsidRPr="00FB38AD" w:rsidRDefault="00FB38AD" w:rsidP="00FB3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 Järvselja Õppe- ja Katsemetskond palub pikendada 07.12.2015 sõlmitud autode ajutise kasutamise lepingut. Sihtasutus soovib nimetatud lepinguga kasutamiseks antud Ford </w:t>
      </w:r>
      <w:proofErr w:type="spellStart"/>
      <w:r>
        <w:rPr>
          <w:rFonts w:ascii="Times New Roman" w:hAnsi="Times New Roman"/>
          <w:sz w:val="24"/>
          <w:szCs w:val="24"/>
        </w:rPr>
        <w:t>Ranger´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it</w:t>
      </w:r>
      <w:proofErr w:type="spellEnd"/>
      <w:r>
        <w:rPr>
          <w:rFonts w:ascii="Times New Roman" w:hAnsi="Times New Roman"/>
          <w:sz w:val="24"/>
          <w:szCs w:val="24"/>
        </w:rPr>
        <w:t xml:space="preserve"> kasutada veel 2 aastat, see on 2019. aasta lõpuni.</w:t>
      </w:r>
    </w:p>
    <w:p w:rsidR="00316370" w:rsidRPr="00FB38AD" w:rsidRDefault="00316370">
      <w:pPr>
        <w:rPr>
          <w:rFonts w:ascii="Times New Roman" w:hAnsi="Times New Roman"/>
          <w:sz w:val="24"/>
          <w:szCs w:val="24"/>
        </w:rPr>
      </w:pPr>
    </w:p>
    <w:p w:rsidR="00316370" w:rsidRPr="00FB38AD" w:rsidRDefault="00316370">
      <w:pPr>
        <w:rPr>
          <w:rFonts w:ascii="Times New Roman" w:hAnsi="Times New Roman"/>
          <w:sz w:val="24"/>
          <w:szCs w:val="24"/>
        </w:rPr>
      </w:pPr>
    </w:p>
    <w:p w:rsidR="00316370" w:rsidRPr="00FB38AD" w:rsidRDefault="00316370" w:rsidP="00FB38AD">
      <w:pPr>
        <w:rPr>
          <w:rFonts w:ascii="Times New Roman" w:hAnsi="Times New Roman"/>
          <w:sz w:val="24"/>
          <w:szCs w:val="24"/>
        </w:rPr>
      </w:pPr>
      <w:bookmarkStart w:id="0" w:name="_GoBack"/>
    </w:p>
    <w:p w:rsidR="00316370" w:rsidRPr="00FB38AD" w:rsidRDefault="00FB38AD" w:rsidP="00FB38AD">
      <w:pPr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>22.02.2018</w:t>
      </w:r>
    </w:p>
    <w:p w:rsidR="00316370" w:rsidRDefault="00FB38AD" w:rsidP="00FB38AD">
      <w:pPr>
        <w:rPr>
          <w:rFonts w:ascii="Times New Roman" w:hAnsi="Times New Roman"/>
          <w:sz w:val="24"/>
          <w:szCs w:val="24"/>
        </w:rPr>
      </w:pPr>
      <w:r w:rsidRPr="00FB38AD">
        <w:rPr>
          <w:rFonts w:ascii="Times New Roman" w:hAnsi="Times New Roman"/>
          <w:sz w:val="24"/>
          <w:szCs w:val="24"/>
        </w:rPr>
        <w:t>Tanel Piir</w:t>
      </w:r>
    </w:p>
    <w:p w:rsidR="00FB38AD" w:rsidRPr="00FB38AD" w:rsidRDefault="00FB38AD" w:rsidP="00FB38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/Allkirjastatud digitaalselt/</w:t>
      </w:r>
      <w:bookmarkEnd w:id="0"/>
    </w:p>
    <w:sectPr w:rsidR="00FB38AD" w:rsidRPr="00FB38A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15" w:rsidRDefault="005C7215">
      <w:pPr>
        <w:spacing w:after="0" w:line="240" w:lineRule="auto"/>
      </w:pPr>
      <w:r>
        <w:separator/>
      </w:r>
    </w:p>
  </w:endnote>
  <w:endnote w:type="continuationSeparator" w:id="0">
    <w:p w:rsidR="005C7215" w:rsidRDefault="005C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15" w:rsidRDefault="005C721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C7215" w:rsidRDefault="005C72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16370"/>
    <w:rsid w:val="00316370"/>
    <w:rsid w:val="005C7215"/>
    <w:rsid w:val="00FB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</dc:creator>
  <cp:lastModifiedBy>Aare</cp:lastModifiedBy>
  <cp:revision>2</cp:revision>
  <dcterms:created xsi:type="dcterms:W3CDTF">2018-02-22T06:40:00Z</dcterms:created>
  <dcterms:modified xsi:type="dcterms:W3CDTF">2018-02-22T06:40:00Z</dcterms:modified>
</cp:coreProperties>
</file>